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471876" w14:paraId="555B9372" w14:textId="77777777" w:rsidTr="00F862D6">
        <w:tc>
          <w:tcPr>
            <w:tcW w:w="1020" w:type="dxa"/>
          </w:tcPr>
          <w:p w14:paraId="2D22ED84" w14:textId="77777777" w:rsidR="00471876" w:rsidRPr="003E6B9A" w:rsidRDefault="00471876" w:rsidP="00471876">
            <w:r w:rsidRPr="003E6B9A">
              <w:t>Naše zn.</w:t>
            </w:r>
          </w:p>
        </w:tc>
        <w:tc>
          <w:tcPr>
            <w:tcW w:w="2552" w:type="dxa"/>
          </w:tcPr>
          <w:p w14:paraId="2FFEACB5" w14:textId="0624DA72" w:rsidR="00471876" w:rsidRPr="003E6B9A" w:rsidRDefault="00565D78" w:rsidP="00471876">
            <w:r w:rsidRPr="00565D78">
              <w:rPr>
                <w:rFonts w:ascii="Helvetica" w:hAnsi="Helvetica"/>
              </w:rPr>
              <w:t>12334/2025-SŽ-SSV-Ú3</w:t>
            </w:r>
          </w:p>
        </w:tc>
        <w:tc>
          <w:tcPr>
            <w:tcW w:w="823" w:type="dxa"/>
          </w:tcPr>
          <w:p w14:paraId="583467BB" w14:textId="77777777" w:rsidR="00471876" w:rsidRDefault="00471876" w:rsidP="00471876"/>
        </w:tc>
        <w:tc>
          <w:tcPr>
            <w:tcW w:w="3685" w:type="dxa"/>
            <w:vMerge/>
          </w:tcPr>
          <w:p w14:paraId="6D7C51D0" w14:textId="77777777" w:rsidR="00471876" w:rsidRDefault="00471876" w:rsidP="00471876"/>
        </w:tc>
      </w:tr>
      <w:tr w:rsidR="00471876" w14:paraId="2C33C41A" w14:textId="77777777" w:rsidTr="00F862D6">
        <w:tc>
          <w:tcPr>
            <w:tcW w:w="1020" w:type="dxa"/>
          </w:tcPr>
          <w:p w14:paraId="3534520F" w14:textId="77777777" w:rsidR="00471876" w:rsidRPr="00811AA0" w:rsidRDefault="00471876" w:rsidP="00471876">
            <w:r w:rsidRPr="00811AA0">
              <w:t>Listů/příloh</w:t>
            </w:r>
          </w:p>
        </w:tc>
        <w:tc>
          <w:tcPr>
            <w:tcW w:w="2552" w:type="dxa"/>
          </w:tcPr>
          <w:p w14:paraId="333CD487" w14:textId="40CA700E" w:rsidR="00471876" w:rsidRPr="00811AA0" w:rsidRDefault="00811AA0" w:rsidP="00471876">
            <w:r w:rsidRPr="00811AA0">
              <w:t>2</w:t>
            </w:r>
            <w:r w:rsidR="00471876" w:rsidRPr="00811AA0">
              <w:t>/</w:t>
            </w:r>
            <w:r w:rsidRPr="00811AA0">
              <w:t>2</w:t>
            </w:r>
          </w:p>
        </w:tc>
        <w:tc>
          <w:tcPr>
            <w:tcW w:w="823" w:type="dxa"/>
          </w:tcPr>
          <w:p w14:paraId="3FB21908" w14:textId="77777777" w:rsidR="00471876" w:rsidRDefault="00471876" w:rsidP="00471876"/>
        </w:tc>
        <w:tc>
          <w:tcPr>
            <w:tcW w:w="3685" w:type="dxa"/>
            <w:vMerge/>
          </w:tcPr>
          <w:p w14:paraId="2E772784" w14:textId="77777777" w:rsidR="00471876" w:rsidRDefault="00471876" w:rsidP="00471876">
            <w:pPr>
              <w:rPr>
                <w:noProof/>
              </w:rPr>
            </w:pPr>
          </w:p>
        </w:tc>
      </w:tr>
      <w:tr w:rsidR="0047187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471876" w:rsidRPr="00811AA0" w:rsidRDefault="00471876" w:rsidP="00471876"/>
        </w:tc>
        <w:tc>
          <w:tcPr>
            <w:tcW w:w="2552" w:type="dxa"/>
          </w:tcPr>
          <w:p w14:paraId="133F3BF2" w14:textId="77777777" w:rsidR="00471876" w:rsidRPr="00811AA0" w:rsidRDefault="00471876" w:rsidP="00471876"/>
        </w:tc>
        <w:tc>
          <w:tcPr>
            <w:tcW w:w="823" w:type="dxa"/>
          </w:tcPr>
          <w:p w14:paraId="7BEB7C0A" w14:textId="77777777" w:rsidR="00471876" w:rsidRDefault="00471876" w:rsidP="00471876"/>
        </w:tc>
        <w:tc>
          <w:tcPr>
            <w:tcW w:w="3685" w:type="dxa"/>
            <w:vMerge/>
          </w:tcPr>
          <w:p w14:paraId="140296A1" w14:textId="77777777" w:rsidR="00471876" w:rsidRDefault="00471876" w:rsidP="00471876"/>
        </w:tc>
      </w:tr>
      <w:tr w:rsidR="00471876" w14:paraId="5237532F" w14:textId="77777777" w:rsidTr="00F862D6">
        <w:tc>
          <w:tcPr>
            <w:tcW w:w="1020" w:type="dxa"/>
          </w:tcPr>
          <w:p w14:paraId="7759C605" w14:textId="77777777" w:rsidR="00471876" w:rsidRDefault="00471876" w:rsidP="00471876">
            <w:r>
              <w:t>Vyřizuje</w:t>
            </w:r>
          </w:p>
        </w:tc>
        <w:tc>
          <w:tcPr>
            <w:tcW w:w="2552" w:type="dxa"/>
          </w:tcPr>
          <w:p w14:paraId="2FFD228E" w14:textId="77777777" w:rsidR="00471876" w:rsidRPr="000F3143" w:rsidRDefault="00471876" w:rsidP="00471876">
            <w:r w:rsidRPr="000F3143">
              <w:t>Ing. Radomíra Rečková</w:t>
            </w:r>
          </w:p>
          <w:p w14:paraId="4A0EADDE" w14:textId="77777777" w:rsidR="00471876" w:rsidRPr="003E6B9A" w:rsidRDefault="00471876" w:rsidP="00471876"/>
        </w:tc>
        <w:tc>
          <w:tcPr>
            <w:tcW w:w="823" w:type="dxa"/>
          </w:tcPr>
          <w:p w14:paraId="303107D3" w14:textId="77777777" w:rsidR="00471876" w:rsidRDefault="00471876" w:rsidP="00471876"/>
        </w:tc>
        <w:tc>
          <w:tcPr>
            <w:tcW w:w="3685" w:type="dxa"/>
            <w:vMerge/>
          </w:tcPr>
          <w:p w14:paraId="6405EBE3" w14:textId="77777777" w:rsidR="00471876" w:rsidRDefault="00471876" w:rsidP="00471876"/>
        </w:tc>
      </w:tr>
      <w:tr w:rsidR="00471876" w14:paraId="192D4EE6" w14:textId="77777777" w:rsidTr="00F862D6">
        <w:tc>
          <w:tcPr>
            <w:tcW w:w="1020" w:type="dxa"/>
          </w:tcPr>
          <w:p w14:paraId="2F7F053F" w14:textId="77777777" w:rsidR="00471876" w:rsidRDefault="00471876" w:rsidP="00471876"/>
        </w:tc>
        <w:tc>
          <w:tcPr>
            <w:tcW w:w="2552" w:type="dxa"/>
          </w:tcPr>
          <w:p w14:paraId="36F90D31" w14:textId="77777777" w:rsidR="00471876" w:rsidRPr="003E6B9A" w:rsidRDefault="00471876" w:rsidP="00471876"/>
        </w:tc>
        <w:tc>
          <w:tcPr>
            <w:tcW w:w="823" w:type="dxa"/>
          </w:tcPr>
          <w:p w14:paraId="0B7BD956" w14:textId="77777777" w:rsidR="00471876" w:rsidRDefault="00471876" w:rsidP="00471876"/>
        </w:tc>
        <w:tc>
          <w:tcPr>
            <w:tcW w:w="3685" w:type="dxa"/>
            <w:vMerge/>
          </w:tcPr>
          <w:p w14:paraId="294D6520" w14:textId="77777777" w:rsidR="00471876" w:rsidRDefault="00471876" w:rsidP="00471876"/>
        </w:tc>
      </w:tr>
      <w:tr w:rsidR="00471876" w14:paraId="635DFF9F" w14:textId="77777777" w:rsidTr="00F862D6">
        <w:tc>
          <w:tcPr>
            <w:tcW w:w="1020" w:type="dxa"/>
          </w:tcPr>
          <w:p w14:paraId="7A3891F6" w14:textId="77777777" w:rsidR="00471876" w:rsidRDefault="00471876" w:rsidP="00471876">
            <w:r>
              <w:t>Mobil</w:t>
            </w:r>
          </w:p>
        </w:tc>
        <w:tc>
          <w:tcPr>
            <w:tcW w:w="2552" w:type="dxa"/>
          </w:tcPr>
          <w:p w14:paraId="67448459" w14:textId="1D2360C1" w:rsidR="00471876" w:rsidRPr="003E6B9A" w:rsidRDefault="00471876" w:rsidP="00471876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471876" w:rsidRDefault="00471876" w:rsidP="00471876"/>
        </w:tc>
        <w:tc>
          <w:tcPr>
            <w:tcW w:w="3685" w:type="dxa"/>
            <w:vMerge/>
          </w:tcPr>
          <w:p w14:paraId="010CCE96" w14:textId="77777777" w:rsidR="00471876" w:rsidRDefault="00471876" w:rsidP="00471876"/>
        </w:tc>
      </w:tr>
      <w:tr w:rsidR="00471876" w14:paraId="2250880D" w14:textId="77777777" w:rsidTr="00F862D6">
        <w:tc>
          <w:tcPr>
            <w:tcW w:w="1020" w:type="dxa"/>
          </w:tcPr>
          <w:p w14:paraId="28245A45" w14:textId="77777777" w:rsidR="00471876" w:rsidRDefault="00471876" w:rsidP="00471876">
            <w:r>
              <w:t>E-mail</w:t>
            </w:r>
          </w:p>
        </w:tc>
        <w:tc>
          <w:tcPr>
            <w:tcW w:w="2552" w:type="dxa"/>
          </w:tcPr>
          <w:p w14:paraId="15A7D067" w14:textId="04E8D2C3" w:rsidR="00471876" w:rsidRPr="003E6B9A" w:rsidRDefault="00471876" w:rsidP="00471876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471876" w:rsidRDefault="00471876" w:rsidP="00471876"/>
        </w:tc>
        <w:tc>
          <w:tcPr>
            <w:tcW w:w="3685" w:type="dxa"/>
            <w:vMerge/>
          </w:tcPr>
          <w:p w14:paraId="3652D20A" w14:textId="77777777" w:rsidR="00471876" w:rsidRDefault="00471876" w:rsidP="00471876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DB0E4A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67FA5">
              <w:rPr>
                <w:noProof/>
              </w:rPr>
              <w:t>27. listopadu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A845A29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55D22">
        <w:rPr>
          <w:rFonts w:eastAsia="Times New Roman" w:cs="Times New Roman"/>
          <w:lang w:eastAsia="cs-CZ"/>
        </w:rPr>
        <w:t>4</w:t>
      </w:r>
    </w:p>
    <w:p w14:paraId="25C6ADAC" w14:textId="15E3F6AF" w:rsidR="00CB7B5A" w:rsidRDefault="00335122" w:rsidP="00471876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471876" w:rsidRPr="00471876">
        <w:rPr>
          <w:rFonts w:eastAsia="Calibri" w:cs="Times New Roman"/>
          <w:b/>
          <w:bCs/>
          <w:lang w:eastAsia="cs-CZ"/>
        </w:rPr>
        <w:t>Modernizace železničního uzlu Ostrava“, 0. etapa - rekonstrukce mostního objektu v evid. km 267,935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E086CC" w14:textId="77777777" w:rsidR="00426108" w:rsidRDefault="0042610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BECF82" w14:textId="77777777" w:rsidR="00426108" w:rsidRDefault="0042610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201FC60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26108">
        <w:rPr>
          <w:rFonts w:eastAsia="Calibri" w:cs="Times New Roman"/>
          <w:b/>
          <w:lang w:eastAsia="cs-CZ"/>
        </w:rPr>
        <w:t>2</w:t>
      </w:r>
      <w:r w:rsidR="001C0372"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2DEE69B1" w14:textId="394C079E" w:rsidR="00BD282E" w:rsidRPr="00BD282E" w:rsidRDefault="001C0372" w:rsidP="00BD282E">
      <w:pPr>
        <w:spacing w:after="0" w:line="240" w:lineRule="auto"/>
        <w:rPr>
          <w:rFonts w:eastAsia="Calibri" w:cs="Times New Roman"/>
          <w:b/>
          <w:lang w:eastAsia="cs-CZ"/>
        </w:rPr>
      </w:pPr>
      <w:r w:rsidRPr="001C0372">
        <w:rPr>
          <w:rFonts w:eastAsia="Calibri" w:cs="Times New Roman"/>
          <w:b/>
          <w:lang w:eastAsia="cs-CZ"/>
        </w:rPr>
        <w:t>SO 15-86-97</w:t>
      </w:r>
    </w:p>
    <w:p w14:paraId="78A69D2D" w14:textId="3A0E76E3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0372">
        <w:rPr>
          <w:rFonts w:eastAsia="Calibri" w:cs="Times New Roman"/>
          <w:bCs/>
          <w:lang w:eastAsia="cs-CZ"/>
        </w:rPr>
        <w:t xml:space="preserve">V objektu SO 15-86-97 je ve výkazu výměr uvedeno následující množství kabelů: </w:t>
      </w:r>
    </w:p>
    <w:p w14:paraId="2AE8C980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F86FA9B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sz w:val="16"/>
          <w:szCs w:val="16"/>
          <w:lang w:eastAsia="cs-CZ"/>
        </w:rPr>
      </w:pPr>
      <w:r w:rsidRPr="001C0372">
        <w:rPr>
          <w:rFonts w:eastAsia="Calibri" w:cs="Times New Roman"/>
          <w:bCs/>
          <w:sz w:val="16"/>
          <w:szCs w:val="16"/>
          <w:lang w:eastAsia="cs-CZ"/>
        </w:rPr>
        <w:t>742H12 KABEL NN ČTYŘ- A PĚTIŽÍLOVÝ CU S PLASTOVOU IZOLACÍ OD 4 DO 16 MM2</w:t>
      </w:r>
      <w:r w:rsidRPr="001C0372">
        <w:rPr>
          <w:rFonts w:eastAsia="Calibri" w:cs="Times New Roman"/>
          <w:bCs/>
          <w:sz w:val="16"/>
          <w:szCs w:val="16"/>
          <w:lang w:eastAsia="cs-CZ"/>
        </w:rPr>
        <w:tab/>
        <w:t>M</w:t>
      </w:r>
      <w:r w:rsidRPr="001C0372">
        <w:rPr>
          <w:rFonts w:eastAsia="Calibri" w:cs="Times New Roman"/>
          <w:bCs/>
          <w:sz w:val="16"/>
          <w:szCs w:val="16"/>
          <w:lang w:eastAsia="cs-CZ"/>
        </w:rPr>
        <w:tab/>
        <w:t xml:space="preserve">    250,000</w:t>
      </w:r>
    </w:p>
    <w:p w14:paraId="3848F49C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sz w:val="16"/>
          <w:szCs w:val="16"/>
          <w:lang w:eastAsia="cs-CZ"/>
        </w:rPr>
      </w:pPr>
      <w:r w:rsidRPr="001C0372">
        <w:rPr>
          <w:rFonts w:eastAsia="Calibri" w:cs="Times New Roman"/>
          <w:bCs/>
          <w:sz w:val="16"/>
          <w:szCs w:val="16"/>
          <w:lang w:eastAsia="cs-CZ"/>
        </w:rPr>
        <w:t>742H13 KABEL NN ČTYŘ- A PĚTIŽÍLOVÝ CU S PLASTOVOU IZOLACÍ OD 25 DO 50 MM2</w:t>
      </w:r>
      <w:r w:rsidRPr="001C0372">
        <w:rPr>
          <w:rFonts w:eastAsia="Calibri" w:cs="Times New Roman"/>
          <w:bCs/>
          <w:sz w:val="16"/>
          <w:szCs w:val="16"/>
          <w:lang w:eastAsia="cs-CZ"/>
        </w:rPr>
        <w:tab/>
        <w:t>M</w:t>
      </w:r>
      <w:r w:rsidRPr="001C0372">
        <w:rPr>
          <w:rFonts w:eastAsia="Calibri" w:cs="Times New Roman"/>
          <w:bCs/>
          <w:sz w:val="16"/>
          <w:szCs w:val="16"/>
          <w:lang w:eastAsia="cs-CZ"/>
        </w:rPr>
        <w:tab/>
        <w:t xml:space="preserve">    470,000</w:t>
      </w:r>
    </w:p>
    <w:p w14:paraId="61DCD884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06B239B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0372">
        <w:rPr>
          <w:rFonts w:eastAsia="Calibri" w:cs="Times New Roman"/>
          <w:bCs/>
          <w:lang w:eastAsia="cs-CZ"/>
        </w:rPr>
        <w:t xml:space="preserve">V kabelové listině je však uvedeno odlišné množství kabelů (celkem 1020 m): CYKY-J 3x2,5 – 400 m; CYKY-J 4x16 – 520 m; CYKY-J 5x4 – 100 m. V kabelové listině se nevyskytuje žádný kabel o průřezu od 25 do 50 mm2 (viz položka 742H13). </w:t>
      </w:r>
    </w:p>
    <w:p w14:paraId="5941E17A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F925D6B" w14:textId="4F73DC03" w:rsidR="00BD5319" w:rsidRPr="00471876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0372">
        <w:rPr>
          <w:rFonts w:eastAsia="Calibri" w:cs="Times New Roman"/>
          <w:bCs/>
          <w:lang w:eastAsia="cs-CZ"/>
        </w:rPr>
        <w:t>Uchazeč žádá o vysvětlení.</w:t>
      </w:r>
    </w:p>
    <w:p w14:paraId="6D16A484" w14:textId="77777777" w:rsidR="00BD5319" w:rsidRPr="00E67FA5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E67FA5">
        <w:rPr>
          <w:rFonts w:eastAsia="Calibri" w:cs="Times New Roman"/>
          <w:b/>
          <w:lang w:eastAsia="cs-CZ"/>
        </w:rPr>
        <w:t xml:space="preserve">Odpověď: </w:t>
      </w:r>
    </w:p>
    <w:p w14:paraId="287DCD63" w14:textId="01799011" w:rsidR="00F17347" w:rsidRPr="00E67FA5" w:rsidRDefault="00F17347" w:rsidP="00F17347">
      <w:pPr>
        <w:spacing w:after="0" w:line="240" w:lineRule="auto"/>
        <w:rPr>
          <w:rFonts w:eastAsia="Calibri" w:cs="Times New Roman"/>
          <w:bCs/>
          <w:lang w:eastAsia="cs-CZ"/>
        </w:rPr>
      </w:pPr>
      <w:r w:rsidRPr="00E67FA5">
        <w:rPr>
          <w:rFonts w:eastAsia="Calibri" w:cs="Times New Roman"/>
          <w:bCs/>
          <w:lang w:eastAsia="cs-CZ"/>
        </w:rPr>
        <w:t xml:space="preserve">Shodné s dotazy č. 2 a 3, které byly opraveno v rámci </w:t>
      </w:r>
      <w:r w:rsidR="00C74182" w:rsidRPr="00E67FA5">
        <w:rPr>
          <w:rFonts w:eastAsia="Calibri" w:cs="Times New Roman"/>
          <w:bCs/>
          <w:lang w:eastAsia="cs-CZ"/>
        </w:rPr>
        <w:t>Vysvětlení/ změna/ doplnění zadávací dokumentace č. 2 :</w:t>
      </w:r>
    </w:p>
    <w:p w14:paraId="7D3D0D27" w14:textId="77777777" w:rsidR="00F17347" w:rsidRPr="00E67FA5" w:rsidRDefault="00F17347" w:rsidP="00F1734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67FA5">
        <w:rPr>
          <w:rFonts w:eastAsia="Calibri" w:cs="Times New Roman"/>
          <w:bCs/>
          <w:lang w:eastAsia="cs-CZ"/>
        </w:rPr>
        <w:t>Položka 742H13 byla nahrazena položkou (742G11) Kabel NN dvou- a třížilový CU s plast. izol. do 2,5 mm2 – 400 m.</w:t>
      </w:r>
    </w:p>
    <w:p w14:paraId="2A2E883B" w14:textId="77777777" w:rsidR="00F17347" w:rsidRPr="00E67FA5" w:rsidRDefault="00F17347" w:rsidP="00F1734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67FA5">
        <w:rPr>
          <w:rFonts w:eastAsia="Calibri" w:cs="Times New Roman"/>
          <w:bCs/>
          <w:lang w:eastAsia="cs-CZ"/>
        </w:rPr>
        <w:t>U položky 742H12 byla opravena výměra na 620 m.</w:t>
      </w:r>
    </w:p>
    <w:p w14:paraId="79F3D22B" w14:textId="77777777" w:rsidR="00471876" w:rsidRPr="00BD5319" w:rsidRDefault="0047187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66AC0D" w14:textId="77777777" w:rsidR="00471876" w:rsidRDefault="00471876" w:rsidP="00471876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348A3DDC" w14:textId="0948B76E" w:rsidR="001C0372" w:rsidRPr="00BD5319" w:rsidRDefault="001C0372" w:rsidP="001C037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14:paraId="7B5B3FEB" w14:textId="77777777" w:rsidR="001C0372" w:rsidRDefault="001C0372" w:rsidP="001C0372">
      <w:pPr>
        <w:spacing w:after="0" w:line="240" w:lineRule="auto"/>
        <w:rPr>
          <w:rFonts w:eastAsia="Calibri" w:cs="Times New Roman"/>
          <w:b/>
          <w:lang w:eastAsia="cs-CZ"/>
        </w:rPr>
      </w:pPr>
      <w:r w:rsidRPr="001C0372">
        <w:rPr>
          <w:rFonts w:eastAsia="Calibri" w:cs="Times New Roman"/>
          <w:b/>
          <w:lang w:eastAsia="cs-CZ"/>
        </w:rPr>
        <w:t>SO 15-86-97</w:t>
      </w:r>
    </w:p>
    <w:p w14:paraId="4E507844" w14:textId="340F19CF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0372">
        <w:rPr>
          <w:rFonts w:eastAsia="Calibri" w:cs="Times New Roman"/>
          <w:bCs/>
          <w:lang w:eastAsia="cs-CZ"/>
        </w:rPr>
        <w:t xml:space="preserve">V objektu SO 15-86-97 ve výkazu výměr jsou uvedena následující svítidla: </w:t>
      </w:r>
    </w:p>
    <w:p w14:paraId="0022A5EB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C43DA59" w14:textId="497EB224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sz w:val="14"/>
          <w:szCs w:val="14"/>
          <w:lang w:eastAsia="cs-CZ"/>
        </w:rPr>
      </w:pPr>
      <w:r w:rsidRPr="001C0372">
        <w:rPr>
          <w:rFonts w:eastAsia="Calibri" w:cs="Times New Roman"/>
          <w:bCs/>
          <w:sz w:val="14"/>
          <w:szCs w:val="14"/>
          <w:lang w:eastAsia="cs-CZ"/>
        </w:rPr>
        <w:t>743473 SVÍTIDLO DRÁŽNÍ LED, MIN. IP 54, ELEKTRONICKÝ PŘEDŘADNÍK, PŘES 25 DO 45 W</w:t>
      </w:r>
      <w:r w:rsidRPr="001C0372">
        <w:rPr>
          <w:rFonts w:eastAsia="Calibri" w:cs="Times New Roman"/>
          <w:bCs/>
          <w:sz w:val="14"/>
          <w:szCs w:val="14"/>
          <w:lang w:eastAsia="cs-CZ"/>
        </w:rPr>
        <w:tab/>
      </w:r>
      <w:r>
        <w:rPr>
          <w:rFonts w:eastAsia="Calibri" w:cs="Times New Roman"/>
          <w:bCs/>
          <w:sz w:val="14"/>
          <w:szCs w:val="14"/>
          <w:lang w:eastAsia="cs-CZ"/>
        </w:rPr>
        <w:t xml:space="preserve">   </w:t>
      </w:r>
      <w:r w:rsidRPr="001C0372">
        <w:rPr>
          <w:rFonts w:eastAsia="Calibri" w:cs="Times New Roman"/>
          <w:bCs/>
          <w:sz w:val="14"/>
          <w:szCs w:val="14"/>
          <w:lang w:eastAsia="cs-CZ"/>
        </w:rPr>
        <w:t>KUS</w:t>
      </w:r>
      <w:r w:rsidRPr="001C0372">
        <w:rPr>
          <w:rFonts w:eastAsia="Calibri" w:cs="Times New Roman"/>
          <w:bCs/>
          <w:sz w:val="14"/>
          <w:szCs w:val="14"/>
          <w:lang w:eastAsia="cs-CZ"/>
        </w:rPr>
        <w:tab/>
        <w:t xml:space="preserve">    </w:t>
      </w:r>
      <w:r>
        <w:rPr>
          <w:rFonts w:eastAsia="Calibri" w:cs="Times New Roman"/>
          <w:bCs/>
          <w:sz w:val="14"/>
          <w:szCs w:val="14"/>
          <w:lang w:eastAsia="cs-CZ"/>
        </w:rPr>
        <w:t xml:space="preserve">  </w:t>
      </w:r>
      <w:r w:rsidRPr="001C0372">
        <w:rPr>
          <w:rFonts w:eastAsia="Calibri" w:cs="Times New Roman"/>
          <w:bCs/>
          <w:sz w:val="14"/>
          <w:szCs w:val="14"/>
          <w:lang w:eastAsia="cs-CZ"/>
        </w:rPr>
        <w:t>4,000</w:t>
      </w:r>
    </w:p>
    <w:p w14:paraId="621C6817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sz w:val="14"/>
          <w:szCs w:val="14"/>
          <w:lang w:eastAsia="cs-CZ"/>
        </w:rPr>
      </w:pPr>
      <w:r w:rsidRPr="001C0372">
        <w:rPr>
          <w:rFonts w:eastAsia="Calibri" w:cs="Times New Roman"/>
          <w:bCs/>
          <w:sz w:val="14"/>
          <w:szCs w:val="14"/>
          <w:lang w:eastAsia="cs-CZ"/>
        </w:rPr>
        <w:t>7434A4 SVÍTIDLO DRÁŽNÍ LED ANTIVANDAL, MIN. IP 54, TŘÍDA II, PŘES 45 W, KLASICKÁ MONTÁŽ  KUS</w:t>
      </w:r>
      <w:r w:rsidRPr="001C0372">
        <w:rPr>
          <w:rFonts w:eastAsia="Calibri" w:cs="Times New Roman"/>
          <w:bCs/>
          <w:sz w:val="14"/>
          <w:szCs w:val="14"/>
          <w:lang w:eastAsia="cs-CZ"/>
        </w:rPr>
        <w:tab/>
        <w:t xml:space="preserve">    24,000</w:t>
      </w:r>
    </w:p>
    <w:p w14:paraId="76D227D3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74EB1F3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0372">
        <w:rPr>
          <w:rFonts w:eastAsia="Calibri" w:cs="Times New Roman"/>
          <w:bCs/>
          <w:lang w:eastAsia="cs-CZ"/>
        </w:rPr>
        <w:t>Dle výkazu výměr se má u položky 743473 jednat o svítidlo pro MONTÁŽ SVÍTIDLA NA STOŽÁR/BRÁNU TRAKČNÍHO VEDENÍ, ale navrhovaný typ ve výpočtu osvětlení není svítidlo určené pro montáž na stožár.</w:t>
      </w:r>
    </w:p>
    <w:p w14:paraId="210DB17D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55EC5C7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0372">
        <w:rPr>
          <w:rFonts w:eastAsia="Calibri" w:cs="Times New Roman"/>
          <w:bCs/>
          <w:lang w:eastAsia="cs-CZ"/>
        </w:rPr>
        <w:t>Ve výpočtu osvětlení je uveden rozdílný (40 ks) počet svítidel, než je u položky 7434A4 ve výkazu výměr (24 ks)</w:t>
      </w:r>
    </w:p>
    <w:p w14:paraId="3FD63411" w14:textId="77777777" w:rsidR="001C0372" w:rsidRPr="001C0372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EBAAE00" w14:textId="179842AD" w:rsidR="001C0372" w:rsidRPr="00471876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0372">
        <w:rPr>
          <w:rFonts w:eastAsia="Calibri" w:cs="Times New Roman"/>
          <w:bCs/>
          <w:lang w:eastAsia="cs-CZ"/>
        </w:rPr>
        <w:t>Uchazeč žádá o vysvětlení.</w:t>
      </w:r>
    </w:p>
    <w:p w14:paraId="2AB1FDC8" w14:textId="77777777" w:rsidR="001C0372" w:rsidRDefault="001C0372" w:rsidP="001C037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D51FC76" w14:textId="72C5DDB0" w:rsidR="00F17347" w:rsidRPr="00E67FA5" w:rsidRDefault="00F17347" w:rsidP="00F17347">
      <w:pPr>
        <w:spacing w:after="0" w:line="240" w:lineRule="auto"/>
        <w:rPr>
          <w:rFonts w:eastAsia="Calibri" w:cs="Times New Roman"/>
          <w:bCs/>
          <w:lang w:eastAsia="cs-CZ"/>
        </w:rPr>
      </w:pPr>
      <w:r w:rsidRPr="00E67FA5">
        <w:rPr>
          <w:rFonts w:eastAsia="Calibri" w:cs="Times New Roman"/>
          <w:bCs/>
          <w:lang w:eastAsia="cs-CZ"/>
        </w:rPr>
        <w:t xml:space="preserve">Shodné s dotazy č. 8 a 9, které byly opraveno v rámci </w:t>
      </w:r>
      <w:r w:rsidR="00C74182" w:rsidRPr="00E67FA5">
        <w:rPr>
          <w:rFonts w:eastAsia="Calibri" w:cs="Times New Roman"/>
          <w:bCs/>
          <w:lang w:eastAsia="cs-CZ"/>
        </w:rPr>
        <w:t>Vysvětlení/ změna/ doplnění zadávací dokumentace č. 2</w:t>
      </w:r>
      <w:r w:rsidRPr="00E67FA5">
        <w:rPr>
          <w:rFonts w:eastAsia="Calibri" w:cs="Times New Roman"/>
          <w:bCs/>
          <w:lang w:eastAsia="cs-CZ"/>
        </w:rPr>
        <w:t>:</w:t>
      </w:r>
    </w:p>
    <w:p w14:paraId="6D4F02A5" w14:textId="77777777" w:rsidR="00F17347" w:rsidRPr="00E67FA5" w:rsidRDefault="00F17347" w:rsidP="00F17347">
      <w:pPr>
        <w:pStyle w:val="Odstavecseseznamem"/>
        <w:numPr>
          <w:ilvl w:val="0"/>
          <w:numId w:val="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E67FA5">
        <w:rPr>
          <w:rFonts w:eastAsia="Calibri" w:cs="Times New Roman"/>
          <w:bCs/>
          <w:lang w:eastAsia="cs-CZ"/>
        </w:rPr>
        <w:lastRenderedPageBreak/>
        <w:t>Položka 743473 byla odstraněna, budou demontována stávající svítidla a po rekonstrukci trakční podpěry budou namontována zpět (viz. odpovídající položky opraveného rozpočtu).</w:t>
      </w:r>
    </w:p>
    <w:p w14:paraId="0B257499" w14:textId="77777777" w:rsidR="00F17347" w:rsidRPr="00E67FA5" w:rsidRDefault="00F17347" w:rsidP="00F1734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67FA5">
        <w:rPr>
          <w:rFonts w:eastAsia="Calibri" w:cs="Times New Roman"/>
          <w:bCs/>
          <w:lang w:eastAsia="cs-CZ"/>
        </w:rPr>
        <w:t>U položky 7434A4 byla opravena výměra na 44 ks.</w:t>
      </w:r>
    </w:p>
    <w:p w14:paraId="6598DE04" w14:textId="77777777" w:rsidR="001C0372" w:rsidRDefault="001C0372" w:rsidP="00471876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23B3A1B6" w14:textId="77777777" w:rsidR="001C0372" w:rsidRDefault="001C0372" w:rsidP="00471876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7107FE4B" w14:textId="4EDB3A37" w:rsidR="001C0372" w:rsidRPr="00BD5319" w:rsidRDefault="001C0372" w:rsidP="001C037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</w:p>
    <w:p w14:paraId="10725965" w14:textId="77777777" w:rsidR="001C0372" w:rsidRPr="001C0372" w:rsidRDefault="001C0372" w:rsidP="001C0372">
      <w:pPr>
        <w:spacing w:after="0" w:line="240" w:lineRule="auto"/>
        <w:rPr>
          <w:rFonts w:eastAsia="Calibri" w:cs="Times New Roman"/>
          <w:b/>
          <w:lang w:eastAsia="cs-CZ"/>
        </w:rPr>
      </w:pPr>
      <w:r w:rsidRPr="001C0372">
        <w:rPr>
          <w:rFonts w:eastAsia="Calibri" w:cs="Times New Roman"/>
          <w:b/>
          <w:lang w:eastAsia="cs-CZ"/>
        </w:rPr>
        <w:t>D.2.1.5 – Ostatní inženýrské objekty</w:t>
      </w:r>
    </w:p>
    <w:p w14:paraId="343F5F18" w14:textId="0DDC35BC" w:rsidR="001C0372" w:rsidRPr="00BD282E" w:rsidRDefault="001C0372" w:rsidP="001C0372">
      <w:pPr>
        <w:spacing w:after="0" w:line="240" w:lineRule="auto"/>
        <w:rPr>
          <w:rFonts w:eastAsia="Calibri" w:cs="Times New Roman"/>
          <w:b/>
          <w:lang w:eastAsia="cs-CZ"/>
        </w:rPr>
      </w:pPr>
      <w:r w:rsidRPr="001C0372">
        <w:rPr>
          <w:rFonts w:eastAsia="Calibri" w:cs="Times New Roman"/>
          <w:b/>
          <w:lang w:eastAsia="cs-CZ"/>
        </w:rPr>
        <w:t>SO 15-30-91 E0-M0, Ostrava osobní n., ochrana drážních sdělovacích kabelů.</w:t>
      </w:r>
    </w:p>
    <w:p w14:paraId="4EBC7A10" w14:textId="77777777" w:rsidR="001C0372" w:rsidRDefault="001C0372" w:rsidP="001C037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Máme dotaz zda v rozpočtu nechybějí položky:</w:t>
      </w:r>
    </w:p>
    <w:p w14:paraId="2FA38E35" w14:textId="77777777" w:rsidR="001C0372" w:rsidRDefault="001C0372" w:rsidP="001C037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Spojka optická do 72 vláken – 2kus</w:t>
      </w:r>
    </w:p>
    <w:p w14:paraId="30934B4A" w14:textId="77777777" w:rsidR="001C0372" w:rsidRDefault="001C0372" w:rsidP="001C037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Spojka optická – montáž – 2kus</w:t>
      </w:r>
    </w:p>
    <w:p w14:paraId="1DBC2D07" w14:textId="77777777" w:rsidR="001C0372" w:rsidRDefault="001C0372" w:rsidP="001C037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Konektorový modul 12 vláken – dodávka – 7kus</w:t>
      </w:r>
    </w:p>
    <w:p w14:paraId="57182289" w14:textId="77777777" w:rsidR="001C0372" w:rsidRDefault="001C0372" w:rsidP="001C037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Konektorový modul 12 vláken – montáž – 7kus</w:t>
      </w:r>
    </w:p>
    <w:p w14:paraId="0EF53742" w14:textId="7C0FF3AE" w:rsidR="001C0372" w:rsidRPr="00471876" w:rsidRDefault="001C0372" w:rsidP="001C03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sz w:val="20"/>
          <w:szCs w:val="20"/>
        </w:rPr>
        <w:t>Dovoluji si Vás požádat o vyjasnění.</w:t>
      </w:r>
    </w:p>
    <w:p w14:paraId="70558A5C" w14:textId="77777777" w:rsidR="001C0372" w:rsidRDefault="001C0372" w:rsidP="001C037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F6501EF" w14:textId="1C252CE5" w:rsidR="001C0372" w:rsidRPr="00E67FA5" w:rsidRDefault="001B2D83" w:rsidP="00471876">
      <w:pPr>
        <w:spacing w:after="0" w:line="240" w:lineRule="auto"/>
        <w:rPr>
          <w:rFonts w:eastAsia="Calibri" w:cs="Times New Roman"/>
          <w:bCs/>
          <w:lang w:eastAsia="cs-CZ"/>
        </w:rPr>
      </w:pPr>
      <w:r w:rsidRPr="00E67FA5">
        <w:rPr>
          <w:rFonts w:eastAsia="Calibri" w:cs="Times New Roman"/>
          <w:bCs/>
          <w:lang w:eastAsia="cs-CZ"/>
        </w:rPr>
        <w:t>Do rozpočtu byly doplněny položky s kódem 75IEH1 a 75IEHX pro konektorové moduly a 75II71 a 75II7X pro optické spojky.</w:t>
      </w:r>
    </w:p>
    <w:p w14:paraId="2DC13939" w14:textId="77777777" w:rsidR="00471876" w:rsidRPr="00E67FA5" w:rsidRDefault="00471876" w:rsidP="00471876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44B30EE3" w14:textId="77777777" w:rsidR="00E67FA5" w:rsidRDefault="00E67FA5" w:rsidP="00E67FA5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282A9B46" w14:textId="77777777" w:rsidR="00E67FA5" w:rsidRDefault="00E67FA5" w:rsidP="00E67FA5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244F0384" w14:textId="77777777" w:rsidR="00E67FA5" w:rsidRPr="00882886" w:rsidRDefault="00E67FA5" w:rsidP="00E67FA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288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646ABC2" w14:textId="77777777" w:rsidR="00E67FA5" w:rsidRPr="00BD5319" w:rsidRDefault="00E67FA5" w:rsidP="00E67FA5">
      <w:pPr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037EBEB" w14:textId="77777777" w:rsidR="00E67FA5" w:rsidRPr="00BD5319" w:rsidRDefault="00E67FA5" w:rsidP="00E67FA5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C628A49" w14:textId="77777777" w:rsidR="00E67FA5" w:rsidRPr="00BD5319" w:rsidRDefault="00E67FA5" w:rsidP="00E67FA5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B5FEC49" w14:textId="77777777" w:rsidR="00E67FA5" w:rsidRPr="00BD5319" w:rsidRDefault="00E67FA5" w:rsidP="00E67FA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9F87739" w14:textId="77777777" w:rsidR="00E67FA5" w:rsidRPr="00882886" w:rsidRDefault="00E67FA5" w:rsidP="00E67FA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82886">
        <w:rPr>
          <w:rFonts w:eastAsia="Calibri" w:cs="Times New Roman"/>
          <w:b/>
          <w:bCs/>
          <w:lang w:eastAsia="cs-CZ"/>
        </w:rPr>
        <w:t xml:space="preserve">Příloha: </w:t>
      </w:r>
    </w:p>
    <w:p w14:paraId="0C02A339" w14:textId="47032323" w:rsidR="00E67FA5" w:rsidRPr="00995133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67FA5">
        <w:rPr>
          <w:rFonts w:eastAsia="Calibri" w:cs="Times New Roman"/>
          <w:lang w:eastAsia="cs-CZ"/>
        </w:rPr>
        <w:t>XLS_Uzel OVA-Most v km. 267,935_20251127_zm04</w:t>
      </w:r>
    </w:p>
    <w:p w14:paraId="5C3C6931" w14:textId="59992278" w:rsidR="00E67FA5" w:rsidRPr="00BD5319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67FA5">
        <w:rPr>
          <w:rFonts w:eastAsia="Calibri" w:cs="Times New Roman"/>
          <w:lang w:eastAsia="cs-CZ"/>
        </w:rPr>
        <w:t>XDC_Uzel OVA-Most v km. 267,935_20251127_zm04</w:t>
      </w:r>
    </w:p>
    <w:p w14:paraId="149C7271" w14:textId="77777777" w:rsidR="00E67FA5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DF1345" w14:textId="77777777" w:rsidR="00E67FA5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F31D14" w14:textId="77777777" w:rsidR="00E67FA5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AF4808" w14:textId="05083D50" w:rsidR="00E67FA5" w:rsidRPr="00413DAB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3DAB">
        <w:rPr>
          <w:rFonts w:eastAsia="Calibri" w:cs="Times New Roman"/>
          <w:lang w:eastAsia="cs-CZ"/>
        </w:rPr>
        <w:t>V Olomouci dne 2</w:t>
      </w:r>
      <w:r>
        <w:rPr>
          <w:rFonts w:eastAsia="Calibri" w:cs="Times New Roman"/>
          <w:lang w:eastAsia="cs-CZ"/>
        </w:rPr>
        <w:t>7</w:t>
      </w:r>
      <w:r w:rsidRPr="00413DAB">
        <w:rPr>
          <w:rFonts w:eastAsia="Calibri" w:cs="Times New Roman"/>
          <w:lang w:eastAsia="cs-CZ"/>
        </w:rPr>
        <w:t>.11.2025</w:t>
      </w:r>
    </w:p>
    <w:p w14:paraId="7C6B247C" w14:textId="77777777" w:rsidR="00E67FA5" w:rsidRPr="00413DAB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639120" w14:textId="77777777" w:rsidR="00E67FA5" w:rsidRPr="00413DAB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C337A4" w14:textId="77777777" w:rsidR="00E67FA5" w:rsidRPr="00413DAB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3A5F34" w14:textId="77777777" w:rsidR="00E67FA5" w:rsidRPr="00413DAB" w:rsidRDefault="00E67FA5" w:rsidP="00E67F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631274" w14:textId="77777777" w:rsidR="00E67FA5" w:rsidRPr="00413DAB" w:rsidRDefault="00E67FA5" w:rsidP="00E67FA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4C7A756" w14:textId="77777777" w:rsidR="00E67FA5" w:rsidRPr="00413DAB" w:rsidRDefault="00E67FA5" w:rsidP="00E67FA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13DAB">
        <w:rPr>
          <w:rFonts w:eastAsia="Times New Roman" w:cs="Times New Roman"/>
          <w:b/>
          <w:bCs/>
          <w:lang w:eastAsia="cs-CZ"/>
        </w:rPr>
        <w:t>Ing. Miroslav Bocák</w:t>
      </w:r>
      <w:r w:rsidRPr="00413DAB">
        <w:rPr>
          <w:rFonts w:eastAsia="Times New Roman" w:cs="Times New Roman"/>
          <w:b/>
          <w:lang w:eastAsia="cs-CZ"/>
        </w:rPr>
        <w:t xml:space="preserve"> </w:t>
      </w:r>
    </w:p>
    <w:p w14:paraId="3A6B54C0" w14:textId="77777777" w:rsidR="00E67FA5" w:rsidRPr="00413DAB" w:rsidRDefault="00E67FA5" w:rsidP="00E67FA5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13DAB">
        <w:rPr>
          <w:rFonts w:eastAsia="Times New Roman" w:cs="Times New Roman"/>
          <w:lang w:eastAsia="cs-CZ"/>
        </w:rPr>
        <w:t>ředitel organizační jednotky</w:t>
      </w:r>
      <w:r w:rsidRPr="00413DAB">
        <w:rPr>
          <w:rFonts w:eastAsia="Times New Roman" w:cs="Times New Roman"/>
          <w:lang w:eastAsia="cs-CZ"/>
        </w:rPr>
        <w:tab/>
      </w:r>
    </w:p>
    <w:p w14:paraId="429F20AB" w14:textId="77777777" w:rsidR="00E67FA5" w:rsidRPr="00413DAB" w:rsidRDefault="00E67FA5" w:rsidP="00E67FA5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13DAB">
        <w:rPr>
          <w:rFonts w:eastAsia="Times New Roman" w:cs="Times New Roman"/>
          <w:lang w:eastAsia="cs-CZ"/>
        </w:rPr>
        <w:t>Stavební správa východ</w:t>
      </w:r>
    </w:p>
    <w:p w14:paraId="6DB50E92" w14:textId="77777777" w:rsidR="00E67FA5" w:rsidRPr="00BD5319" w:rsidRDefault="00E67FA5" w:rsidP="00E67FA5">
      <w:pPr>
        <w:spacing w:after="0" w:line="240" w:lineRule="auto"/>
        <w:rPr>
          <w:rFonts w:eastAsia="Times New Roman" w:cs="Times New Roman"/>
          <w:lang w:eastAsia="cs-CZ"/>
        </w:rPr>
      </w:pPr>
      <w:r w:rsidRPr="00413DAB">
        <w:rPr>
          <w:rFonts w:eastAsia="Times New Roman" w:cs="Times New Roman"/>
          <w:lang w:eastAsia="cs-CZ"/>
        </w:rPr>
        <w:t>Správa železnic, státní organizace</w:t>
      </w:r>
    </w:p>
    <w:p w14:paraId="55FCD7B2" w14:textId="77777777" w:rsidR="00E67FA5" w:rsidRPr="00BD5319" w:rsidRDefault="00E67FA5" w:rsidP="00E67FA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E67FA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6758C" w14:textId="77777777" w:rsidR="007F5985" w:rsidRDefault="007F5985" w:rsidP="00962258">
      <w:pPr>
        <w:spacing w:after="0" w:line="240" w:lineRule="auto"/>
      </w:pPr>
      <w:r>
        <w:separator/>
      </w:r>
    </w:p>
  </w:endnote>
  <w:endnote w:type="continuationSeparator" w:id="0">
    <w:p w14:paraId="26F3FB0B" w14:textId="77777777" w:rsidR="007F5985" w:rsidRDefault="007F59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C6CD5" w14:textId="77777777" w:rsidR="00B7007D" w:rsidRDefault="00B700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2C204" w14:textId="77777777" w:rsidR="007F5985" w:rsidRDefault="007F5985" w:rsidP="00962258">
      <w:pPr>
        <w:spacing w:after="0" w:line="240" w:lineRule="auto"/>
      </w:pPr>
      <w:r>
        <w:separator/>
      </w:r>
    </w:p>
  </w:footnote>
  <w:footnote w:type="continuationSeparator" w:id="0">
    <w:p w14:paraId="704226D3" w14:textId="77777777" w:rsidR="007F5985" w:rsidRDefault="007F59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BD385" w14:textId="77777777" w:rsidR="00B7007D" w:rsidRDefault="00B700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D2A037A"/>
    <w:multiLevelType w:val="hybridMultilevel"/>
    <w:tmpl w:val="1FD6A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B302090"/>
    <w:multiLevelType w:val="hybridMultilevel"/>
    <w:tmpl w:val="C6DEA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 w:numId="8" w16cid:durableId="5912996">
    <w:abstractNumId w:val="8"/>
  </w:num>
  <w:num w:numId="9" w16cid:durableId="162996806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73E80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2D83"/>
    <w:rsid w:val="001B69C2"/>
    <w:rsid w:val="001C0372"/>
    <w:rsid w:val="001C4DA0"/>
    <w:rsid w:val="00207DF5"/>
    <w:rsid w:val="00267369"/>
    <w:rsid w:val="0026785D"/>
    <w:rsid w:val="00273CE2"/>
    <w:rsid w:val="00296D39"/>
    <w:rsid w:val="002A59FE"/>
    <w:rsid w:val="002B3362"/>
    <w:rsid w:val="002C31BF"/>
    <w:rsid w:val="002E0CD7"/>
    <w:rsid w:val="002F026B"/>
    <w:rsid w:val="0033209D"/>
    <w:rsid w:val="00335122"/>
    <w:rsid w:val="00335732"/>
    <w:rsid w:val="00357BC6"/>
    <w:rsid w:val="00357EE7"/>
    <w:rsid w:val="0037111D"/>
    <w:rsid w:val="003756B9"/>
    <w:rsid w:val="003956C6"/>
    <w:rsid w:val="003E6B9A"/>
    <w:rsid w:val="003E75CE"/>
    <w:rsid w:val="0041380F"/>
    <w:rsid w:val="00426108"/>
    <w:rsid w:val="00450F07"/>
    <w:rsid w:val="00450FEE"/>
    <w:rsid w:val="00453CD3"/>
    <w:rsid w:val="00455BC7"/>
    <w:rsid w:val="00460660"/>
    <w:rsid w:val="00460CCB"/>
    <w:rsid w:val="00471876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65D78"/>
    <w:rsid w:val="00566D31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51C84"/>
    <w:rsid w:val="00655D22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5985"/>
    <w:rsid w:val="007F626E"/>
    <w:rsid w:val="00807DD0"/>
    <w:rsid w:val="00811AA0"/>
    <w:rsid w:val="00813F11"/>
    <w:rsid w:val="00842C9B"/>
    <w:rsid w:val="008841FB"/>
    <w:rsid w:val="0088472C"/>
    <w:rsid w:val="00891334"/>
    <w:rsid w:val="008A3568"/>
    <w:rsid w:val="008C69F8"/>
    <w:rsid w:val="008D03B9"/>
    <w:rsid w:val="008F18D6"/>
    <w:rsid w:val="00904780"/>
    <w:rsid w:val="009113A8"/>
    <w:rsid w:val="00922385"/>
    <w:rsid w:val="009223DF"/>
    <w:rsid w:val="0092394F"/>
    <w:rsid w:val="00925237"/>
    <w:rsid w:val="00934DC3"/>
    <w:rsid w:val="00936091"/>
    <w:rsid w:val="00940D8A"/>
    <w:rsid w:val="00950506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D643F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007D"/>
    <w:rsid w:val="00B75EE1"/>
    <w:rsid w:val="00B77481"/>
    <w:rsid w:val="00B8518B"/>
    <w:rsid w:val="00BB3740"/>
    <w:rsid w:val="00BD282E"/>
    <w:rsid w:val="00BD5319"/>
    <w:rsid w:val="00BD7E91"/>
    <w:rsid w:val="00BF374D"/>
    <w:rsid w:val="00BF6D48"/>
    <w:rsid w:val="00C02D0A"/>
    <w:rsid w:val="00C03A6E"/>
    <w:rsid w:val="00C30759"/>
    <w:rsid w:val="00C44F6A"/>
    <w:rsid w:val="00C544F4"/>
    <w:rsid w:val="00C6581F"/>
    <w:rsid w:val="00C727E5"/>
    <w:rsid w:val="00C74182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0A6"/>
    <w:rsid w:val="00DA6FFE"/>
    <w:rsid w:val="00DC1E89"/>
    <w:rsid w:val="00DC3110"/>
    <w:rsid w:val="00DD46F3"/>
    <w:rsid w:val="00DD500F"/>
    <w:rsid w:val="00DD58A6"/>
    <w:rsid w:val="00DE56F2"/>
    <w:rsid w:val="00DF116D"/>
    <w:rsid w:val="00E10710"/>
    <w:rsid w:val="00E24148"/>
    <w:rsid w:val="00E67FA5"/>
    <w:rsid w:val="00E824F1"/>
    <w:rsid w:val="00E87460"/>
    <w:rsid w:val="00E9347D"/>
    <w:rsid w:val="00EB104F"/>
    <w:rsid w:val="00ED14BD"/>
    <w:rsid w:val="00EF4611"/>
    <w:rsid w:val="00F01440"/>
    <w:rsid w:val="00F12DEC"/>
    <w:rsid w:val="00F1715C"/>
    <w:rsid w:val="00F17347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93183"/>
    <w:rsid w:val="00FC3C36"/>
    <w:rsid w:val="00FC4B86"/>
    <w:rsid w:val="00FC6389"/>
    <w:rsid w:val="00FD2F51"/>
    <w:rsid w:val="00FE3455"/>
    <w:rsid w:val="00FF4959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2</Pages>
  <Words>507</Words>
  <Characters>2995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2019-02-22T13:28:00Z</cp:lastPrinted>
  <dcterms:created xsi:type="dcterms:W3CDTF">2025-11-26T13:24:00Z</dcterms:created>
  <dcterms:modified xsi:type="dcterms:W3CDTF">2025-11-27T05:42:00Z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